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6919C7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7825CE">
        <w:rPr>
          <w:b/>
          <w:color w:val="FF5200" w:themeColor="accent2"/>
          <w:sz w:val="36"/>
          <w:szCs w:val="36"/>
        </w:rPr>
        <w:t>„</w:t>
      </w:r>
      <w:r w:rsidR="007825CE" w:rsidRPr="007825CE">
        <w:rPr>
          <w:b/>
          <w:color w:val="FF5200" w:themeColor="accent2"/>
          <w:sz w:val="34"/>
          <w:szCs w:val="34"/>
        </w:rPr>
        <w:t>Subskripce plus technická podpora produktů BENTLEY</w:t>
      </w:r>
      <w:r w:rsidR="0031280B" w:rsidRPr="007825CE">
        <w:rPr>
          <w:b/>
          <w:color w:val="FF5200" w:themeColor="accent2"/>
          <w:sz w:val="36"/>
          <w:szCs w:val="36"/>
        </w:rPr>
        <w:t>“</w:t>
      </w:r>
      <w:r w:rsidR="000128D4" w:rsidRPr="007825CE">
        <w:rPr>
          <w:b/>
          <w:color w:val="FF5200" w:themeColor="accent2"/>
          <w:sz w:val="36"/>
          <w:szCs w:val="36"/>
        </w:rPr>
        <w:t xml:space="preserve"> </w:t>
      </w:r>
      <w:r w:rsidR="000128D4" w:rsidRPr="000A2643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0A26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A2643" w:rsidRPr="000A26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75099/2025-SŽ-GŘ-O25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47F5C0D" w14:textId="62EBE799" w:rsidR="00136705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7033168" w:history="1">
            <w:r w:rsidR="00136705" w:rsidRPr="00145119">
              <w:rPr>
                <w:rStyle w:val="Hypertextovodkaz"/>
                <w:noProof/>
              </w:rPr>
              <w:t>Kapitola 1.</w:t>
            </w:r>
            <w:r w:rsidR="001367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36705" w:rsidRPr="00145119">
              <w:rPr>
                <w:rStyle w:val="Hypertextovodkaz"/>
                <w:noProof/>
              </w:rPr>
              <w:t>Základní údaje k nabídce</w:t>
            </w:r>
            <w:r w:rsidR="00136705">
              <w:rPr>
                <w:noProof/>
                <w:webHidden/>
              </w:rPr>
              <w:tab/>
            </w:r>
            <w:r w:rsidR="00136705">
              <w:rPr>
                <w:noProof/>
                <w:webHidden/>
              </w:rPr>
              <w:fldChar w:fldCharType="begin"/>
            </w:r>
            <w:r w:rsidR="00136705">
              <w:rPr>
                <w:noProof/>
                <w:webHidden/>
              </w:rPr>
              <w:instrText xml:space="preserve"> PAGEREF _Toc207033168 \h </w:instrText>
            </w:r>
            <w:r w:rsidR="00136705">
              <w:rPr>
                <w:noProof/>
                <w:webHidden/>
              </w:rPr>
            </w:r>
            <w:r w:rsidR="00136705">
              <w:rPr>
                <w:noProof/>
                <w:webHidden/>
              </w:rPr>
              <w:fldChar w:fldCharType="separate"/>
            </w:r>
            <w:r w:rsidR="00136705">
              <w:rPr>
                <w:noProof/>
                <w:webHidden/>
              </w:rPr>
              <w:t>2</w:t>
            </w:r>
            <w:r w:rsidR="00136705">
              <w:rPr>
                <w:noProof/>
                <w:webHidden/>
              </w:rPr>
              <w:fldChar w:fldCharType="end"/>
            </w:r>
          </w:hyperlink>
        </w:p>
        <w:p w14:paraId="14FB4035" w14:textId="7621771E" w:rsidR="00136705" w:rsidRDefault="0013670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33169" w:history="1">
            <w:r w:rsidRPr="0014511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511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_Toc207033169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DAF0CC" w14:textId="44D506E2" w:rsidR="00136705" w:rsidRDefault="0013670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33170" w:history="1">
            <w:r w:rsidRPr="0014511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511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_Toc207033170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476C9" w14:textId="34BE2354" w:rsidR="00136705" w:rsidRDefault="0013670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33171" w:history="1">
            <w:r w:rsidRPr="0014511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511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_Toc207033171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DCB19" w14:textId="1D9A7C71" w:rsidR="00136705" w:rsidRDefault="0013670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33172" w:history="1">
            <w:r w:rsidRPr="0014511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511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_Toc207033172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453BE6" w14:textId="2F968B5D" w:rsidR="00136705" w:rsidRDefault="00136705" w:rsidP="00136705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33173" w:history="1">
            <w:r w:rsidRPr="0014511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5119">
              <w:rPr>
                <w:rStyle w:val="Hypertextovodkaz"/>
                <w:noProof/>
              </w:rPr>
              <w:t>Čestné</w:t>
            </w:r>
            <w:r w:rsidRPr="0014511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_Toc207033173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7BAC7" w14:textId="24993306" w:rsidR="00136705" w:rsidRDefault="0013670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33174" w:history="1">
            <w:r w:rsidRPr="00145119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45119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_Toc207033174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3651E1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703316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BD5E81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7825CE">
        <w:t xml:space="preserve">jako </w:t>
      </w:r>
      <w:r w:rsidR="000128D4" w:rsidRPr="007825CE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A264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A264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7033169"/>
      <w:r>
        <w:lastRenderedPageBreak/>
        <w:t>Ceník</w:t>
      </w:r>
      <w:bookmarkEnd w:id="1"/>
    </w:p>
    <w:p w14:paraId="3E5E9B0F" w14:textId="1FA4CE86" w:rsidR="007E5951" w:rsidRPr="002072A0" w:rsidRDefault="002072A0" w:rsidP="007E5951">
      <w:pPr>
        <w:rPr>
          <w:rStyle w:val="Siln"/>
          <w:b w:val="0"/>
          <w:bCs w:val="0"/>
        </w:rPr>
      </w:pPr>
      <w:r w:rsidRPr="00997884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97884">
        <w:rPr>
          <w:rStyle w:val="Siln"/>
          <w:b w:val="0"/>
          <w:bCs w:val="0"/>
        </w:rPr>
        <w:t>2</w:t>
      </w:r>
      <w:r w:rsidRPr="00997884">
        <w:rPr>
          <w:rStyle w:val="Siln"/>
          <w:b w:val="0"/>
          <w:bCs w:val="0"/>
        </w:rPr>
        <w:t xml:space="preserve"> Závazného vzoru smlouvy.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703317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703317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703317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703317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7033174"/>
      <w:r w:rsidRPr="00E85D44">
        <w:t>Čestné prohlášení o splnění technické kvalifikace</w:t>
      </w:r>
      <w:bookmarkEnd w:id="6"/>
    </w:p>
    <w:p w14:paraId="02C3A6D9" w14:textId="736635D3" w:rsidR="00136705" w:rsidRDefault="00136705" w:rsidP="00136705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</w:t>
      </w:r>
      <w:r w:rsidRPr="00BF6C61">
        <w:rPr>
          <w:lang w:eastAsia="cs-CZ"/>
        </w:rPr>
        <w:t>alespoň 1 významnou službu</w:t>
      </w:r>
      <w:r>
        <w:rPr>
          <w:lang w:eastAsia="cs-CZ"/>
        </w:rPr>
        <w:t xml:space="preserve"> definovanou v čl. 9.5. Výzvy k podání nabídky.</w:t>
      </w:r>
    </w:p>
    <w:p w14:paraId="26E4900D" w14:textId="77777777" w:rsidR="00136705" w:rsidRDefault="00136705" w:rsidP="00136705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832"/>
        <w:gridCol w:w="1701"/>
        <w:gridCol w:w="2237"/>
      </w:tblGrid>
      <w:tr w:rsidR="00136705" w14:paraId="709C053E" w14:textId="77777777" w:rsidTr="00D803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29770590" w14:textId="77777777" w:rsidR="00136705" w:rsidRDefault="00136705" w:rsidP="00D8030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</w:p>
          <w:p w14:paraId="561D30B0" w14:textId="77777777" w:rsidR="00136705" w:rsidRDefault="00136705" w:rsidP="00D8030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832" w:type="dxa"/>
            <w:tcBorders>
              <w:bottom w:val="single" w:sz="2" w:space="0" w:color="auto"/>
            </w:tcBorders>
          </w:tcPr>
          <w:p w14:paraId="38E1C5CD" w14:textId="77777777" w:rsidR="00136705" w:rsidRPr="00471B29" w:rsidRDefault="00136705" w:rsidP="00D8030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486E1899" w14:textId="77777777" w:rsidR="00136705" w:rsidRDefault="00136705" w:rsidP="00D8030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42B2783A" w14:textId="77777777" w:rsidR="00136705" w:rsidRPr="00471B29" w:rsidRDefault="00136705" w:rsidP="00D8030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3BB3052" w14:textId="77777777" w:rsidR="00136705" w:rsidRPr="00BF6C61" w:rsidRDefault="00136705" w:rsidP="00D8030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BF6C61">
              <w:rPr>
                <w:rStyle w:val="Siln"/>
                <w:b/>
                <w:bCs w:val="0"/>
              </w:rPr>
              <w:t xml:space="preserve">Doba realizace </w:t>
            </w:r>
          </w:p>
          <w:p w14:paraId="4F399F2B" w14:textId="77777777" w:rsidR="00136705" w:rsidRDefault="00136705" w:rsidP="00D8030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136705" w14:paraId="3CD22AF5" w14:textId="77777777" w:rsidTr="00D8030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C820673" w14:textId="77777777" w:rsidR="00136705" w:rsidRDefault="00136705" w:rsidP="00D8030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3E250C" w14:textId="77777777" w:rsidR="00136705" w:rsidRDefault="00136705" w:rsidP="00D8030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52200AD6" w14:textId="77777777" w:rsidR="00136705" w:rsidRDefault="00136705" w:rsidP="00D8030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4C868A" w14:textId="77777777" w:rsidR="00136705" w:rsidRDefault="00136705" w:rsidP="00D8030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CA5760F" w14:textId="77777777" w:rsidR="00136705" w:rsidRDefault="00136705" w:rsidP="00A134A1">
      <w:pPr>
        <w:spacing w:before="1200"/>
        <w:rPr>
          <w:lang w:eastAsia="cs-CZ"/>
        </w:rPr>
      </w:pPr>
    </w:p>
    <w:p w14:paraId="47164B55" w14:textId="77777777" w:rsidR="00136705" w:rsidRDefault="00136705" w:rsidP="00A134A1">
      <w:pPr>
        <w:spacing w:before="1200"/>
        <w:rPr>
          <w:lang w:eastAsia="cs-CZ"/>
        </w:rPr>
      </w:pPr>
    </w:p>
    <w:p w14:paraId="0B34B067" w14:textId="42AECDB4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2643"/>
    <w:rsid w:val="000A412D"/>
    <w:rsid w:val="000B5E1C"/>
    <w:rsid w:val="000E23A7"/>
    <w:rsid w:val="000F7070"/>
    <w:rsid w:val="0010693F"/>
    <w:rsid w:val="00114472"/>
    <w:rsid w:val="00130210"/>
    <w:rsid w:val="00136705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25CE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C1295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97884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4030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244</TotalTime>
  <Pages>8</Pages>
  <Words>1232</Words>
  <Characters>7274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40</cp:revision>
  <cp:lastPrinted>2023-10-05T09:40:00Z</cp:lastPrinted>
  <dcterms:created xsi:type="dcterms:W3CDTF">2023-08-21T11:49:00Z</dcterms:created>
  <dcterms:modified xsi:type="dcterms:W3CDTF">2025-08-26T06:16:00Z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